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E98" w:rsidRDefault="00506D52" w:rsidP="008B09F3">
      <w:bookmarkStart w:id="0" w:name="_GoBack"/>
      <w:bookmarkEnd w:id="0"/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6477000</wp:posOffset>
                </wp:positionH>
                <wp:positionV relativeFrom="paragraph">
                  <wp:posOffset>-965200</wp:posOffset>
                </wp:positionV>
                <wp:extent cx="2743200" cy="79184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1CD0" w:rsidRPr="006B1CD0" w:rsidRDefault="006B1CD0" w:rsidP="006B1CD0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</w:pP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>Avenida Ana de Viya, 9 Oficina 3. 11009 Cádiz</w:t>
                            </w:r>
                          </w:p>
                          <w:p w:rsidR="009B30B6" w:rsidRPr="00FF2E11" w:rsidRDefault="009B30B6" w:rsidP="009B30B6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Tel.956 079 891. </w:t>
                            </w: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>Fax 956 079 892</w:t>
                            </w:r>
                          </w:p>
                          <w:p w:rsidR="00AD4464" w:rsidRPr="00FF2E11" w:rsidRDefault="00AD4464" w:rsidP="00AD4464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 xml:space="preserve">      </w:t>
                            </w:r>
                            <w:hyperlink r:id="rId9" w:history="1">
                              <w:r w:rsidRPr="00FF2E11">
                                <w:rPr>
                                  <w:rStyle w:val="Hipervnculo"/>
                                  <w:rFonts w:ascii="Trebuchet MS" w:hAnsi="Trebuchet MS"/>
                                  <w:b/>
                                  <w:bCs/>
                                  <w:color w:val="009900"/>
                                  <w:sz w:val="18"/>
                                  <w:szCs w:val="18"/>
                                  <w:u w:val="none"/>
                                  <w:lang w:val="en-GB"/>
                                </w:rPr>
                                <w:t>presidencia@fanjyda.com</w:t>
                              </w:r>
                            </w:hyperlink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 xml:space="preserve">; </w:t>
                            </w:r>
                            <w:hyperlink r:id="rId10" w:history="1">
                              <w:r w:rsidR="002E06BB" w:rsidRPr="00FF2E11">
                                <w:rPr>
                                  <w:rStyle w:val="Hipervnculo"/>
                                  <w:rFonts w:ascii="Trebuchet MS" w:hAnsi="Trebuchet MS"/>
                                  <w:b/>
                                  <w:bCs/>
                                  <w:color w:val="009900"/>
                                  <w:sz w:val="18"/>
                                  <w:szCs w:val="18"/>
                                  <w:u w:val="none"/>
                                  <w:lang w:val="en-GB"/>
                                </w:rPr>
                                <w:t>www.fanjyda.com</w:t>
                              </w:r>
                            </w:hyperlink>
                            <w:r w:rsidR="009B30B6"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:rsidR="00574951" w:rsidRPr="00FF2E11" w:rsidRDefault="00AD4464" w:rsidP="00AD4464">
                            <w:pPr>
                              <w:widowControl w:val="0"/>
                              <w:ind w:left="2124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>C.I.F. V</w:t>
                            </w:r>
                            <w:r w:rsidR="00574951"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0pt;margin-top:-76pt;width:3in;height:62.3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" filled="f" stroked="f" insetpen="t">
                <v:textbox inset="2.88pt,2.88pt,2.88pt,2.88pt">
                  <w:txbxContent>
                    <w:p w:rsidR="006B1CD0" w:rsidRPr="006B1CD0" w:rsidRDefault="006B1CD0" w:rsidP="006B1CD0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</w:pP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>Avenida Ana de Viya, 9 Oficina 3. 11009 Cádiz</w:t>
                      </w:r>
                    </w:p>
                    <w:p w:rsidR="009B30B6" w:rsidRPr="00FF2E11" w:rsidRDefault="009B30B6" w:rsidP="009B30B6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</w:pP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Tel.956 079 891. </w:t>
                      </w: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>Fax 956 079 892</w:t>
                      </w:r>
                    </w:p>
                    <w:p w:rsidR="00AD4464" w:rsidRPr="00FF2E11" w:rsidRDefault="00AD4464" w:rsidP="00AD4464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</w:pP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 xml:space="preserve">      </w:t>
                      </w:r>
                      <w:hyperlink r:id="rId11" w:history="1">
                        <w:r w:rsidRPr="00FF2E11">
                          <w:rPr>
                            <w:rStyle w:val="Hipervnculo"/>
                            <w:rFonts w:ascii="Trebuchet MS" w:hAnsi="Trebuchet MS"/>
                            <w:b/>
                            <w:bCs/>
                            <w:color w:val="009900"/>
                            <w:sz w:val="18"/>
                            <w:szCs w:val="18"/>
                            <w:u w:val="none"/>
                            <w:lang w:val="en-GB"/>
                          </w:rPr>
                          <w:t>presidencia@fanjyda.com</w:t>
                        </w:r>
                      </w:hyperlink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 xml:space="preserve">; </w:t>
                      </w:r>
                      <w:hyperlink r:id="rId12" w:history="1">
                        <w:r w:rsidR="002E06BB" w:rsidRPr="00FF2E11">
                          <w:rPr>
                            <w:rStyle w:val="Hipervnculo"/>
                            <w:rFonts w:ascii="Trebuchet MS" w:hAnsi="Trebuchet MS"/>
                            <w:b/>
                            <w:bCs/>
                            <w:color w:val="009900"/>
                            <w:sz w:val="18"/>
                            <w:szCs w:val="18"/>
                            <w:u w:val="none"/>
                            <w:lang w:val="en-GB"/>
                          </w:rPr>
                          <w:t>www.fanjyda.com</w:t>
                        </w:r>
                      </w:hyperlink>
                      <w:r w:rsidR="009B30B6"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:rsidR="00574951" w:rsidRPr="00FF2E11" w:rsidRDefault="00AD4464" w:rsidP="00AD4464">
                      <w:pPr>
                        <w:widowControl w:val="0"/>
                        <w:ind w:left="2124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6"/>
                          <w:szCs w:val="16"/>
                          <w:lang w:val="en-GB"/>
                        </w:rPr>
                      </w:pP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>C.I.F. V</w:t>
                      </w:r>
                      <w:r w:rsidR="00574951"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-789305</wp:posOffset>
                </wp:positionV>
                <wp:extent cx="4681220" cy="32893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1220" cy="32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74951" w:rsidRDefault="00574951" w:rsidP="00574951">
                            <w:pPr>
                              <w:widowControl w:val="0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</w:pPr>
                            <w:r w:rsidRP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>FEDERACION ANDALUZA</w:t>
                            </w: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 xml:space="preserve"> DE JUDO</w:t>
                            </w:r>
                            <w:r w:rsidR="00FF2E1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8.1pt;margin-top:-62.15pt;width:368.6pt;height:25.9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" filled="f" stroked="f" insetpen="t">
                <v:textbox inset="2.88pt,2.88pt,2.88pt,2.88pt">
                  <w:txbxContent>
                    <w:p w:rsidR="00574951" w:rsidRDefault="00574951" w:rsidP="00574951">
                      <w:pPr>
                        <w:widowControl w:val="0"/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</w:pPr>
                      <w:r w:rsidRP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>FEDERACION ANDALUZA</w:t>
                      </w: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 xml:space="preserve"> DE JUDO</w:t>
                      </w:r>
                      <w:r w:rsidR="00FF2E11"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</w:p>
    <w:p w:rsidR="009E0396" w:rsidRDefault="000967D0" w:rsidP="00B608F2">
      <w:pPr>
        <w:jc w:val="center"/>
        <w:rPr>
          <w:b/>
          <w:sz w:val="36"/>
          <w:szCs w:val="36"/>
        </w:rPr>
      </w:pPr>
      <w:r w:rsidRPr="0007263A">
        <w:rPr>
          <w:b/>
          <w:sz w:val="56"/>
          <w:szCs w:val="36"/>
        </w:rPr>
        <w:t>LIQUIDACIÓN DE LICENCIAS 20</w:t>
      </w:r>
      <w:r w:rsidR="0033344B">
        <w:rPr>
          <w:b/>
          <w:sz w:val="56"/>
          <w:szCs w:val="36"/>
        </w:rPr>
        <w:t>21</w:t>
      </w:r>
      <w:r w:rsidR="009A1315" w:rsidRPr="0007263A">
        <w:rPr>
          <w:b/>
          <w:sz w:val="56"/>
          <w:szCs w:val="36"/>
        </w:rPr>
        <w:t>/20</w:t>
      </w:r>
      <w:r w:rsidR="00D27066">
        <w:rPr>
          <w:b/>
          <w:sz w:val="56"/>
          <w:szCs w:val="36"/>
        </w:rPr>
        <w:t>2</w:t>
      </w:r>
      <w:r w:rsidR="0033344B">
        <w:rPr>
          <w:b/>
          <w:sz w:val="56"/>
          <w:szCs w:val="36"/>
        </w:rPr>
        <w:t>2</w:t>
      </w:r>
    </w:p>
    <w:p w:rsidR="00B608F2" w:rsidRPr="0007263A" w:rsidRDefault="00A80713" w:rsidP="00B608F2">
      <w:pPr>
        <w:jc w:val="center"/>
        <w:rPr>
          <w:b/>
          <w:sz w:val="32"/>
          <w:szCs w:val="36"/>
        </w:rPr>
      </w:pPr>
      <w:r w:rsidRPr="0007263A">
        <w:rPr>
          <w:b/>
          <w:sz w:val="32"/>
          <w:szCs w:val="36"/>
        </w:rPr>
        <w:t>(Desde el 1 de Septiembre de 20</w:t>
      </w:r>
      <w:r w:rsidR="0033344B">
        <w:rPr>
          <w:b/>
          <w:sz w:val="32"/>
          <w:szCs w:val="36"/>
        </w:rPr>
        <w:t>21</w:t>
      </w:r>
      <w:r w:rsidR="006B06A0" w:rsidRPr="0007263A">
        <w:rPr>
          <w:b/>
          <w:sz w:val="32"/>
          <w:szCs w:val="36"/>
        </w:rPr>
        <w:t xml:space="preserve"> al 31 de Agosto de 20</w:t>
      </w:r>
      <w:r w:rsidR="00D27066">
        <w:rPr>
          <w:b/>
          <w:sz w:val="32"/>
          <w:szCs w:val="36"/>
        </w:rPr>
        <w:t>2</w:t>
      </w:r>
      <w:r w:rsidR="0033344B">
        <w:rPr>
          <w:b/>
          <w:sz w:val="32"/>
          <w:szCs w:val="36"/>
        </w:rPr>
        <w:t>2</w:t>
      </w:r>
      <w:r w:rsidRPr="0007263A">
        <w:rPr>
          <w:b/>
          <w:sz w:val="32"/>
          <w:szCs w:val="36"/>
        </w:rPr>
        <w:t>)</w:t>
      </w:r>
    </w:p>
    <w:p w:rsidR="006C6182" w:rsidRPr="00EA320A" w:rsidRDefault="009E0396" w:rsidP="009E0396">
      <w:pPr>
        <w:jc w:val="right"/>
        <w:rPr>
          <w:b/>
        </w:rPr>
      </w:pPr>
      <w:r w:rsidRPr="00EA320A">
        <w:rPr>
          <w:b/>
        </w:rPr>
        <w:t>FECHA ____________________________</w:t>
      </w:r>
    </w:p>
    <w:p w:rsidR="006C6182" w:rsidRDefault="006C6182" w:rsidP="006C6182">
      <w:pPr>
        <w:rPr>
          <w:b/>
          <w:sz w:val="36"/>
          <w:szCs w:val="36"/>
        </w:rPr>
      </w:pPr>
    </w:p>
    <w:p w:rsidR="006C6182" w:rsidRDefault="0058155F" w:rsidP="006C6182">
      <w:pPr>
        <w:ind w:left="141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PROVINCIA</w:t>
      </w:r>
      <w:r w:rsidR="006C6182">
        <w:rPr>
          <w:b/>
          <w:sz w:val="28"/>
          <w:szCs w:val="28"/>
        </w:rPr>
        <w:t xml:space="preserve"> ___________________________________________________________________</w:t>
      </w:r>
    </w:p>
    <w:p w:rsidR="006C6182" w:rsidRDefault="006C6182" w:rsidP="006C6182">
      <w:pPr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right" w:tblpY="710"/>
        <w:tblOverlap w:val="never"/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6"/>
        <w:gridCol w:w="1346"/>
        <w:gridCol w:w="1326"/>
        <w:gridCol w:w="973"/>
        <w:gridCol w:w="1387"/>
        <w:gridCol w:w="1346"/>
        <w:gridCol w:w="1321"/>
        <w:gridCol w:w="974"/>
      </w:tblGrid>
      <w:tr w:rsidR="00BB6AAF" w:rsidRPr="00D750AA" w:rsidTr="00CA41EE">
        <w:trPr>
          <w:trHeight w:val="1168"/>
        </w:trPr>
        <w:tc>
          <w:tcPr>
            <w:tcW w:w="4871" w:type="dxa"/>
            <w:gridSpan w:val="4"/>
            <w:tcBorders>
              <w:bottom w:val="single" w:sz="4" w:space="0" w:color="auto"/>
            </w:tcBorders>
            <w:shd w:val="clear" w:color="auto" w:fill="00FF00"/>
          </w:tcPr>
          <w:p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</w:p>
          <w:p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  <w:r w:rsidRPr="00D750AA">
              <w:rPr>
                <w:b/>
                <w:sz w:val="24"/>
                <w:szCs w:val="24"/>
              </w:rPr>
              <w:t>INFANTILES (&lt; 14 años)</w:t>
            </w:r>
          </w:p>
          <w:p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28" w:type="dxa"/>
            <w:gridSpan w:val="4"/>
            <w:tcBorders>
              <w:bottom w:val="single" w:sz="4" w:space="0" w:color="auto"/>
            </w:tcBorders>
            <w:shd w:val="clear" w:color="auto" w:fill="00FF00"/>
          </w:tcPr>
          <w:p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</w:p>
          <w:p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  <w:r w:rsidRPr="00D750AA">
              <w:rPr>
                <w:b/>
                <w:sz w:val="24"/>
                <w:szCs w:val="24"/>
              </w:rPr>
              <w:t xml:space="preserve">ADULTOS </w:t>
            </w:r>
          </w:p>
          <w:p w:rsidR="00BB6AAF" w:rsidRPr="00D750AA" w:rsidRDefault="00BB6AAF" w:rsidP="00BB6AAF">
            <w:pPr>
              <w:jc w:val="center"/>
              <w:rPr>
                <w:b/>
                <w:sz w:val="24"/>
                <w:szCs w:val="24"/>
              </w:rPr>
            </w:pPr>
            <w:r w:rsidRPr="00D750AA">
              <w:rPr>
                <w:b/>
                <w:sz w:val="24"/>
                <w:szCs w:val="24"/>
              </w:rPr>
              <w:t>(= , &gt; 14 años)</w:t>
            </w:r>
          </w:p>
        </w:tc>
      </w:tr>
      <w:tr w:rsidR="00CA41EE" w:rsidRPr="00D750AA" w:rsidTr="00CA41EE">
        <w:trPr>
          <w:trHeight w:val="501"/>
        </w:trPr>
        <w:tc>
          <w:tcPr>
            <w:tcW w:w="1226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DEPORTE</w:t>
            </w:r>
          </w:p>
        </w:tc>
        <w:tc>
          <w:tcPr>
            <w:tcW w:w="1346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Nº DEPORTISTAS</w:t>
            </w:r>
          </w:p>
        </w:tc>
        <w:tc>
          <w:tcPr>
            <w:tcW w:w="1326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PRECIO LICENCIA (€)</w:t>
            </w:r>
          </w:p>
        </w:tc>
        <w:tc>
          <w:tcPr>
            <w:tcW w:w="973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</w:t>
            </w:r>
          </w:p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(€)</w:t>
            </w:r>
          </w:p>
        </w:tc>
        <w:tc>
          <w:tcPr>
            <w:tcW w:w="1387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DEPORTE</w:t>
            </w:r>
          </w:p>
        </w:tc>
        <w:tc>
          <w:tcPr>
            <w:tcW w:w="1346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Nº DEPORTISTAS</w:t>
            </w:r>
          </w:p>
        </w:tc>
        <w:tc>
          <w:tcPr>
            <w:tcW w:w="1321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PRECIO LICENCIA (€)</w:t>
            </w:r>
          </w:p>
        </w:tc>
        <w:tc>
          <w:tcPr>
            <w:tcW w:w="974" w:type="dxa"/>
            <w:shd w:val="clear" w:color="auto" w:fill="CCFFFF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</w:t>
            </w:r>
          </w:p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(€)</w:t>
            </w:r>
          </w:p>
        </w:tc>
      </w:tr>
      <w:tr w:rsidR="00CA41EE" w:rsidRPr="00D750AA" w:rsidTr="00CA41EE">
        <w:trPr>
          <w:trHeight w:val="425"/>
        </w:trPr>
        <w:tc>
          <w:tcPr>
            <w:tcW w:w="1226" w:type="dxa"/>
            <w:shd w:val="clear" w:color="auto" w:fill="auto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BB6AAF" w:rsidRPr="00BB6AAF" w:rsidRDefault="00BB6AAF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3</w:t>
            </w:r>
            <w:r w:rsidR="00A930E1">
              <w:rPr>
                <w:b/>
                <w:sz w:val="16"/>
                <w:szCs w:val="24"/>
              </w:rPr>
              <w:t>8</w:t>
            </w:r>
            <w:r w:rsidRPr="00BB6AAF">
              <w:rPr>
                <w:b/>
                <w:sz w:val="16"/>
                <w:szCs w:val="24"/>
              </w:rPr>
              <w:t xml:space="preserve"> €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BB6AAF" w:rsidRPr="00BB6AAF" w:rsidRDefault="00A930E1" w:rsidP="00BB6AAF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60</w:t>
            </w:r>
            <w:r w:rsidR="00BB6AAF" w:rsidRPr="00BB6AAF">
              <w:rPr>
                <w:b/>
                <w:sz w:val="16"/>
                <w:szCs w:val="24"/>
              </w:rPr>
              <w:t xml:space="preserve"> €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BB6AAF" w:rsidRPr="00BB6AAF" w:rsidRDefault="00BB6AAF" w:rsidP="00BB6AAF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D750AA" w:rsidTr="00CA41EE">
        <w:trPr>
          <w:trHeight w:val="443"/>
        </w:trPr>
        <w:tc>
          <w:tcPr>
            <w:tcW w:w="122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FAMIIAR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A930E1" w:rsidRPr="00BB6AAF" w:rsidRDefault="00A930E1" w:rsidP="00A930E1">
            <w:pPr>
              <w:rPr>
                <w:sz w:val="16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FAMIIAR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D750AA" w:rsidTr="00EC6C3E">
        <w:trPr>
          <w:trHeight w:val="395"/>
        </w:trPr>
        <w:tc>
          <w:tcPr>
            <w:tcW w:w="122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MULTIDISC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MULTIDISC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D750AA" w:rsidTr="00CA41EE">
        <w:trPr>
          <w:trHeight w:val="359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OTRA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OTRA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D750AA" w:rsidTr="00CA41EE">
        <w:trPr>
          <w:trHeight w:val="575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 INFANTILES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TOTAL € INFANTILES (2</w:t>
            </w:r>
            <w:r w:rsidRPr="00BB6AAF">
              <w:rPr>
                <w:b/>
                <w:sz w:val="16"/>
                <w:szCs w:val="24"/>
              </w:rPr>
              <w:t>)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</w:t>
            </w:r>
          </w:p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ADULTOS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 € ADULTOS</w:t>
            </w:r>
          </w:p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(3</w:t>
            </w:r>
            <w:r w:rsidRPr="00BB6AAF">
              <w:rPr>
                <w:b/>
                <w:sz w:val="16"/>
                <w:szCs w:val="24"/>
              </w:rPr>
              <w:t>)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</w:tbl>
    <w:p w:rsidR="006C6182" w:rsidRDefault="006C6182" w:rsidP="006C6182">
      <w:pPr>
        <w:ind w:left="283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CLUB ___________________________________________________________________</w:t>
      </w:r>
    </w:p>
    <w:p w:rsidR="009E0396" w:rsidRPr="00B608F2" w:rsidRDefault="009E0396" w:rsidP="009E0396">
      <w:pPr>
        <w:rPr>
          <w:b/>
          <w:sz w:val="28"/>
          <w:szCs w:val="28"/>
        </w:rPr>
      </w:pPr>
    </w:p>
    <w:tbl>
      <w:tblPr>
        <w:tblpPr w:leftFromText="141" w:rightFromText="141" w:vertAnchor="text" w:horzAnchor="margin" w:tblpY="74"/>
        <w:tblW w:w="5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0"/>
        <w:gridCol w:w="1443"/>
        <w:gridCol w:w="1445"/>
        <w:gridCol w:w="1366"/>
      </w:tblGrid>
      <w:tr w:rsidR="00BB6AAF" w:rsidRPr="00D750AA" w:rsidTr="00A930E1">
        <w:trPr>
          <w:trHeight w:val="985"/>
        </w:trPr>
        <w:tc>
          <w:tcPr>
            <w:tcW w:w="5584" w:type="dxa"/>
            <w:gridSpan w:val="4"/>
            <w:tcBorders>
              <w:bottom w:val="single" w:sz="4" w:space="0" w:color="auto"/>
            </w:tcBorders>
            <w:shd w:val="clear" w:color="auto" w:fill="00FF00"/>
          </w:tcPr>
          <w:p w:rsidR="00BB6AAF" w:rsidRPr="00D750AA" w:rsidRDefault="00BB6AAF" w:rsidP="00EC6C3E">
            <w:pPr>
              <w:jc w:val="center"/>
              <w:rPr>
                <w:b/>
                <w:sz w:val="24"/>
                <w:szCs w:val="24"/>
              </w:rPr>
            </w:pPr>
          </w:p>
          <w:p w:rsidR="00BB6AAF" w:rsidRPr="00D750AA" w:rsidRDefault="00BB6AAF" w:rsidP="00EC6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PEQUES</w:t>
            </w:r>
            <w:r w:rsidRPr="00D750AA">
              <w:rPr>
                <w:b/>
                <w:sz w:val="24"/>
                <w:szCs w:val="24"/>
              </w:rPr>
              <w:t xml:space="preserve"> (&lt;</w:t>
            </w:r>
            <w:r w:rsidR="00B06690">
              <w:rPr>
                <w:b/>
                <w:sz w:val="24"/>
                <w:szCs w:val="24"/>
              </w:rPr>
              <w:t>,</w:t>
            </w:r>
            <w:r w:rsidRPr="00D750AA">
              <w:rPr>
                <w:b/>
                <w:sz w:val="24"/>
                <w:szCs w:val="24"/>
              </w:rPr>
              <w:t xml:space="preserve"> </w:t>
            </w:r>
            <w:r w:rsidR="00B06690">
              <w:rPr>
                <w:b/>
                <w:sz w:val="24"/>
                <w:szCs w:val="24"/>
              </w:rPr>
              <w:t xml:space="preserve"> = </w:t>
            </w:r>
            <w:r w:rsidRPr="00D750AA">
              <w:rPr>
                <w:b/>
                <w:sz w:val="24"/>
                <w:szCs w:val="24"/>
              </w:rPr>
              <w:t>4 años)</w:t>
            </w:r>
          </w:p>
          <w:p w:rsidR="00BB6AAF" w:rsidRPr="00D750AA" w:rsidRDefault="00BB6AAF" w:rsidP="00EC6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E1A65" w:rsidRPr="00BB6AAF" w:rsidTr="007E1A65">
        <w:trPr>
          <w:trHeight w:val="446"/>
        </w:trPr>
        <w:tc>
          <w:tcPr>
            <w:tcW w:w="1330" w:type="dxa"/>
            <w:shd w:val="clear" w:color="auto" w:fill="CCFFFF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DEPORTE</w:t>
            </w:r>
          </w:p>
        </w:tc>
        <w:tc>
          <w:tcPr>
            <w:tcW w:w="1443" w:type="dxa"/>
            <w:shd w:val="clear" w:color="auto" w:fill="CCFFFF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Nº DEPORTISTAS</w:t>
            </w:r>
          </w:p>
        </w:tc>
        <w:tc>
          <w:tcPr>
            <w:tcW w:w="1445" w:type="dxa"/>
            <w:shd w:val="clear" w:color="auto" w:fill="CCFFFF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PRECIO LICENCIA (€)</w:t>
            </w:r>
          </w:p>
        </w:tc>
        <w:tc>
          <w:tcPr>
            <w:tcW w:w="1366" w:type="dxa"/>
            <w:shd w:val="clear" w:color="auto" w:fill="CCFFFF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TOTAL</w:t>
            </w:r>
          </w:p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>(€)</w:t>
            </w:r>
          </w:p>
        </w:tc>
      </w:tr>
      <w:tr w:rsidR="007E1A65" w:rsidRPr="00BB6AAF" w:rsidTr="007E1A65">
        <w:trPr>
          <w:trHeight w:val="502"/>
        </w:trPr>
        <w:tc>
          <w:tcPr>
            <w:tcW w:w="1330" w:type="dxa"/>
            <w:shd w:val="clear" w:color="auto" w:fill="auto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BB6AAF" w:rsidRPr="00BB6AAF" w:rsidRDefault="00CA41EE" w:rsidP="00EC6C3E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20 €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B6AAF" w:rsidRPr="00BB6AAF" w:rsidRDefault="00BB6AAF" w:rsidP="00EC6C3E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BB6AAF" w:rsidTr="007E1A65">
        <w:trPr>
          <w:trHeight w:val="438"/>
        </w:trPr>
        <w:tc>
          <w:tcPr>
            <w:tcW w:w="1330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FAMIIAR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BB6AAF" w:rsidTr="007E1A65">
        <w:trPr>
          <w:trHeight w:val="430"/>
        </w:trPr>
        <w:tc>
          <w:tcPr>
            <w:tcW w:w="1330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MULTIDISC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BB6AAF" w:rsidTr="007E1A65">
        <w:trPr>
          <w:trHeight w:val="452"/>
        </w:trPr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>
              <w:rPr>
                <w:b/>
                <w:sz w:val="16"/>
                <w:szCs w:val="24"/>
              </w:rPr>
              <w:t>OTRA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sz w:val="16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  <w:tr w:rsidR="00A930E1" w:rsidRPr="00BB6AAF" w:rsidTr="007E1A65">
        <w:trPr>
          <w:trHeight w:val="595"/>
        </w:trPr>
        <w:tc>
          <w:tcPr>
            <w:tcW w:w="1330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 xml:space="preserve">TOTAL </w:t>
            </w:r>
            <w:r>
              <w:rPr>
                <w:b/>
                <w:sz w:val="16"/>
                <w:szCs w:val="24"/>
              </w:rPr>
              <w:t>PEQUES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  <w:r w:rsidRPr="00BB6AAF">
              <w:rPr>
                <w:b/>
                <w:sz w:val="16"/>
                <w:szCs w:val="24"/>
              </w:rPr>
              <w:t xml:space="preserve">TOTAL € </w:t>
            </w:r>
            <w:r>
              <w:rPr>
                <w:b/>
                <w:sz w:val="16"/>
                <w:szCs w:val="24"/>
              </w:rPr>
              <w:t>PEQUES</w:t>
            </w:r>
            <w:r w:rsidRPr="00BB6AAF">
              <w:rPr>
                <w:b/>
                <w:sz w:val="16"/>
                <w:szCs w:val="24"/>
              </w:rPr>
              <w:t xml:space="preserve"> (1)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E1" w:rsidRPr="00BB6AAF" w:rsidRDefault="00A930E1" w:rsidP="00A930E1">
            <w:pPr>
              <w:jc w:val="center"/>
              <w:rPr>
                <w:b/>
                <w:sz w:val="16"/>
                <w:szCs w:val="24"/>
              </w:rPr>
            </w:pPr>
          </w:p>
        </w:tc>
      </w:tr>
    </w:tbl>
    <w:p w:rsidR="00CA41EE" w:rsidRDefault="00CA41EE" w:rsidP="00B608F2">
      <w:pPr>
        <w:jc w:val="both"/>
        <w:rPr>
          <w:b/>
          <w:sz w:val="28"/>
          <w:szCs w:val="28"/>
        </w:rPr>
      </w:pPr>
    </w:p>
    <w:p w:rsidR="00B608F2" w:rsidRDefault="00B608F2" w:rsidP="00B608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MODO DE PAGO</w:t>
      </w:r>
      <w:r w:rsidR="00E52B2F">
        <w:rPr>
          <w:b/>
          <w:sz w:val="28"/>
          <w:szCs w:val="28"/>
        </w:rPr>
        <w:t xml:space="preserve">: </w:t>
      </w:r>
      <w:r w:rsidRPr="00B608F2">
        <w:rPr>
          <w:b/>
          <w:sz w:val="28"/>
          <w:szCs w:val="28"/>
        </w:rPr>
        <w:t>TRANSFERENCIA BANCARIA</w:t>
      </w:r>
      <w:r w:rsidR="00E52B2F">
        <w:rPr>
          <w:b/>
          <w:sz w:val="28"/>
          <w:szCs w:val="28"/>
        </w:rPr>
        <w:t xml:space="preserve"> (Envío ingreso por fax o e-mail)</w:t>
      </w:r>
    </w:p>
    <w:p w:rsidR="00B608F2" w:rsidRDefault="00B608F2" w:rsidP="00B608F2">
      <w:pPr>
        <w:jc w:val="both"/>
        <w:rPr>
          <w:b/>
          <w:sz w:val="28"/>
          <w:szCs w:val="28"/>
        </w:rPr>
      </w:pPr>
    </w:p>
    <w:p w:rsidR="00B608F2" w:rsidRPr="00B608F2" w:rsidRDefault="00B608F2" w:rsidP="00F8121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IMPORTE</w:t>
      </w:r>
      <w:r w:rsidR="00AA72CE">
        <w:rPr>
          <w:b/>
          <w:sz w:val="28"/>
          <w:szCs w:val="28"/>
        </w:rPr>
        <w:t xml:space="preserve"> TOTAL:</w:t>
      </w:r>
      <w:r w:rsidR="00DC3FBA">
        <w:rPr>
          <w:b/>
          <w:sz w:val="28"/>
          <w:szCs w:val="28"/>
        </w:rPr>
        <w:t xml:space="preserve"> SUMA (1) + (2)</w:t>
      </w:r>
      <w:r w:rsidR="00BB6AAF">
        <w:rPr>
          <w:b/>
          <w:sz w:val="28"/>
          <w:szCs w:val="28"/>
        </w:rPr>
        <w:t xml:space="preserve"> + (3)</w:t>
      </w:r>
      <w:r w:rsidR="00AA72CE">
        <w:rPr>
          <w:b/>
          <w:sz w:val="28"/>
          <w:szCs w:val="28"/>
        </w:rPr>
        <w:tab/>
        <w:t>____________________</w:t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 w:rsidR="00F81218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Fecha y Sello de </w:t>
      </w:r>
      <w:smartTag w:uri="urn:schemas-microsoft-com:office:smarttags" w:element="PersonName">
        <w:smartTagPr>
          <w:attr w:name="ProductID" w:val="la FANJYDA"/>
        </w:smartTagPr>
        <w:r>
          <w:rPr>
            <w:sz w:val="28"/>
            <w:szCs w:val="28"/>
          </w:rPr>
          <w:t>la FANJYDA</w:t>
        </w:r>
      </w:smartTag>
    </w:p>
    <w:sectPr w:rsidR="00B608F2" w:rsidRPr="00B608F2" w:rsidSect="00A5179C">
      <w:headerReference w:type="default" r:id="rId13"/>
      <w:footerReference w:type="default" r:id="rId14"/>
      <w:pgSz w:w="16838" w:h="11906" w:orient="landscape" w:code="9"/>
      <w:pgMar w:top="20" w:right="720" w:bottom="567" w:left="567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966" w:rsidRDefault="00506966">
      <w:r>
        <w:separator/>
      </w:r>
    </w:p>
  </w:endnote>
  <w:endnote w:type="continuationSeparator" w:id="0">
    <w:p w:rsidR="00506966" w:rsidRDefault="0050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F4" w:rsidRDefault="00632CF4">
    <w:pPr>
      <w:pStyle w:val="Encabezado"/>
      <w:tabs>
        <w:tab w:val="left" w:pos="356"/>
      </w:tabs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966" w:rsidRDefault="00506966">
      <w:r>
        <w:separator/>
      </w:r>
    </w:p>
  </w:footnote>
  <w:footnote w:type="continuationSeparator" w:id="0">
    <w:p w:rsidR="00506966" w:rsidRDefault="00506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10908"/>
    </w:tblGrid>
    <w:tr w:rsidR="00632CF4">
      <w:tblPrEx>
        <w:tblCellMar>
          <w:top w:w="0" w:type="dxa"/>
          <w:bottom w:w="0" w:type="dxa"/>
        </w:tblCellMar>
      </w:tblPrEx>
      <w:trPr>
        <w:trHeight w:val="426"/>
      </w:trPr>
      <w:tc>
        <w:tcPr>
          <w:tcW w:w="4395" w:type="dxa"/>
        </w:tcPr>
        <w:p w:rsidR="00632CF4" w:rsidRDefault="00632CF4" w:rsidP="00D27021">
          <w:pPr>
            <w:jc w:val="right"/>
            <w:rPr>
              <w:lang w:val="es-ES_tradnl"/>
            </w:rPr>
          </w:pP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jc w:val="right"/>
            <w:rPr>
              <w:lang w:val="es-ES_tradnl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10908" w:type="dxa"/>
        </w:tcPr>
        <w:p w:rsidR="00E52B2F" w:rsidRDefault="00336D9F" w:rsidP="00336D9F">
          <w:pPr>
            <w:pStyle w:val="Encabezado"/>
            <w:tabs>
              <w:tab w:val="clear" w:pos="4252"/>
              <w:tab w:val="clear" w:pos="8504"/>
              <w:tab w:val="left" w:pos="1636"/>
            </w:tabs>
            <w:spacing w:line="360" w:lineRule="auto"/>
            <w:rPr>
              <w:sz w:val="24"/>
            </w:rPr>
          </w:pPr>
          <w:r>
            <w:rPr>
              <w:sz w:val="24"/>
            </w:rPr>
            <w:tab/>
          </w:r>
        </w:p>
        <w:p w:rsidR="00632CF4" w:rsidRPr="00E52B2F" w:rsidRDefault="00E52B2F" w:rsidP="00E52B2F">
          <w:pPr>
            <w:tabs>
              <w:tab w:val="left" w:pos="8249"/>
            </w:tabs>
            <w:rPr>
              <w:lang w:val="es-ES_tradnl"/>
            </w:rPr>
          </w:pPr>
          <w:r>
            <w:rPr>
              <w:lang w:val="es-ES_tradnl"/>
            </w:rPr>
            <w:tab/>
          </w:r>
        </w:p>
      </w:tc>
    </w:tr>
    <w:tr w:rsidR="00632CF4">
      <w:tblPrEx>
        <w:tblCellMar>
          <w:top w:w="0" w:type="dxa"/>
          <w:bottom w:w="0" w:type="dxa"/>
        </w:tblCellMar>
      </w:tblPrEx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10908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27401"/>
    <w:rsid w:val="00027563"/>
    <w:rsid w:val="00034A88"/>
    <w:rsid w:val="0006631A"/>
    <w:rsid w:val="0007263A"/>
    <w:rsid w:val="00077B2A"/>
    <w:rsid w:val="00094796"/>
    <w:rsid w:val="000967D0"/>
    <w:rsid w:val="000977D1"/>
    <w:rsid w:val="000F7A48"/>
    <w:rsid w:val="001513A3"/>
    <w:rsid w:val="00154F8D"/>
    <w:rsid w:val="001B06D5"/>
    <w:rsid w:val="002349F5"/>
    <w:rsid w:val="002453A0"/>
    <w:rsid w:val="002541B9"/>
    <w:rsid w:val="002601BD"/>
    <w:rsid w:val="002C2113"/>
    <w:rsid w:val="002E06BB"/>
    <w:rsid w:val="00302F81"/>
    <w:rsid w:val="0033344B"/>
    <w:rsid w:val="00336D9F"/>
    <w:rsid w:val="00344445"/>
    <w:rsid w:val="00357B78"/>
    <w:rsid w:val="00362EAD"/>
    <w:rsid w:val="003B642A"/>
    <w:rsid w:val="003E5048"/>
    <w:rsid w:val="003F5588"/>
    <w:rsid w:val="00434D8A"/>
    <w:rsid w:val="00454807"/>
    <w:rsid w:val="004A0062"/>
    <w:rsid w:val="004C6618"/>
    <w:rsid w:val="004E2FC2"/>
    <w:rsid w:val="004E6755"/>
    <w:rsid w:val="00506966"/>
    <w:rsid w:val="00506D52"/>
    <w:rsid w:val="00520F95"/>
    <w:rsid w:val="00525259"/>
    <w:rsid w:val="00566B39"/>
    <w:rsid w:val="00574951"/>
    <w:rsid w:val="0058155F"/>
    <w:rsid w:val="00587A4D"/>
    <w:rsid w:val="0059270E"/>
    <w:rsid w:val="005D555C"/>
    <w:rsid w:val="005D7B78"/>
    <w:rsid w:val="00612D37"/>
    <w:rsid w:val="00616C30"/>
    <w:rsid w:val="00627A3D"/>
    <w:rsid w:val="00632CF4"/>
    <w:rsid w:val="00673BA5"/>
    <w:rsid w:val="00681ACD"/>
    <w:rsid w:val="006B06A0"/>
    <w:rsid w:val="006B1CD0"/>
    <w:rsid w:val="006C6182"/>
    <w:rsid w:val="006E69EA"/>
    <w:rsid w:val="0070137C"/>
    <w:rsid w:val="0073130C"/>
    <w:rsid w:val="007353C2"/>
    <w:rsid w:val="007727CD"/>
    <w:rsid w:val="00791124"/>
    <w:rsid w:val="00792F1F"/>
    <w:rsid w:val="007A283F"/>
    <w:rsid w:val="007E1A65"/>
    <w:rsid w:val="00817018"/>
    <w:rsid w:val="00832646"/>
    <w:rsid w:val="00851A51"/>
    <w:rsid w:val="00861446"/>
    <w:rsid w:val="008A4583"/>
    <w:rsid w:val="008B09F3"/>
    <w:rsid w:val="008B7197"/>
    <w:rsid w:val="008D592F"/>
    <w:rsid w:val="008E5A35"/>
    <w:rsid w:val="009055FF"/>
    <w:rsid w:val="0091437C"/>
    <w:rsid w:val="00917FB0"/>
    <w:rsid w:val="009424F9"/>
    <w:rsid w:val="009438D9"/>
    <w:rsid w:val="009563C6"/>
    <w:rsid w:val="0096551B"/>
    <w:rsid w:val="00973406"/>
    <w:rsid w:val="00976DB0"/>
    <w:rsid w:val="009A1315"/>
    <w:rsid w:val="009B30B6"/>
    <w:rsid w:val="009C47FE"/>
    <w:rsid w:val="009E0396"/>
    <w:rsid w:val="009E1D71"/>
    <w:rsid w:val="00A424B4"/>
    <w:rsid w:val="00A4299F"/>
    <w:rsid w:val="00A5179C"/>
    <w:rsid w:val="00A53E98"/>
    <w:rsid w:val="00A80713"/>
    <w:rsid w:val="00A930E1"/>
    <w:rsid w:val="00A95850"/>
    <w:rsid w:val="00A97E51"/>
    <w:rsid w:val="00AA72CE"/>
    <w:rsid w:val="00AC7B03"/>
    <w:rsid w:val="00AD4464"/>
    <w:rsid w:val="00AF572D"/>
    <w:rsid w:val="00AF7324"/>
    <w:rsid w:val="00B06690"/>
    <w:rsid w:val="00B115BD"/>
    <w:rsid w:val="00B51875"/>
    <w:rsid w:val="00B54541"/>
    <w:rsid w:val="00B608F2"/>
    <w:rsid w:val="00B9317C"/>
    <w:rsid w:val="00BA368C"/>
    <w:rsid w:val="00BB6AAF"/>
    <w:rsid w:val="00BB7F8F"/>
    <w:rsid w:val="00BC5AAD"/>
    <w:rsid w:val="00BE104C"/>
    <w:rsid w:val="00C2688F"/>
    <w:rsid w:val="00C33FC7"/>
    <w:rsid w:val="00C47261"/>
    <w:rsid w:val="00C65E11"/>
    <w:rsid w:val="00CA41EE"/>
    <w:rsid w:val="00CE3CC7"/>
    <w:rsid w:val="00CF660E"/>
    <w:rsid w:val="00D26C9A"/>
    <w:rsid w:val="00D27021"/>
    <w:rsid w:val="00D27066"/>
    <w:rsid w:val="00D31BB3"/>
    <w:rsid w:val="00D32908"/>
    <w:rsid w:val="00D6178D"/>
    <w:rsid w:val="00D6242B"/>
    <w:rsid w:val="00D74C98"/>
    <w:rsid w:val="00D750AA"/>
    <w:rsid w:val="00D878E1"/>
    <w:rsid w:val="00DC3FBA"/>
    <w:rsid w:val="00DD78C0"/>
    <w:rsid w:val="00E4696F"/>
    <w:rsid w:val="00E52B2F"/>
    <w:rsid w:val="00E75523"/>
    <w:rsid w:val="00E866B8"/>
    <w:rsid w:val="00EA320A"/>
    <w:rsid w:val="00EC6C3E"/>
    <w:rsid w:val="00ED2076"/>
    <w:rsid w:val="00ED3EF1"/>
    <w:rsid w:val="00F1200E"/>
    <w:rsid w:val="00F14CB8"/>
    <w:rsid w:val="00F3172A"/>
    <w:rsid w:val="00F542CD"/>
    <w:rsid w:val="00F56528"/>
    <w:rsid w:val="00F7687E"/>
    <w:rsid w:val="00F80D3F"/>
    <w:rsid w:val="00F81218"/>
    <w:rsid w:val="00FA422C"/>
    <w:rsid w:val="00FB3465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anjyda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idencia@fanjyda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njyda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esidencia@fanjyda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F8C94-005F-4081-A84A-0421ECE0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Logotipo3.dot</Template>
  <TotalTime>0</TotalTime>
  <Pages>1</Pages>
  <Words>132</Words>
  <Characters>802</Characters>
  <Application>Microsoft Office Word</Application>
  <DocSecurity>0</DocSecurity>
  <Lines>133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876</CharactersWithSpaces>
  <SharedDoc>false</SharedDoc>
  <HLinks>
    <vt:vector size="12" baseType="variant">
      <vt:variant>
        <vt:i4>3473534</vt:i4>
      </vt:variant>
      <vt:variant>
        <vt:i4>3</vt:i4>
      </vt:variant>
      <vt:variant>
        <vt:i4>0</vt:i4>
      </vt:variant>
      <vt:variant>
        <vt:i4>5</vt:i4>
      </vt:variant>
      <vt:variant>
        <vt:lpwstr>http://www.fanjyda.com/</vt:lpwstr>
      </vt:variant>
      <vt:variant>
        <vt:lpwstr/>
      </vt:variant>
      <vt:variant>
        <vt:i4>6750278</vt:i4>
      </vt:variant>
      <vt:variant>
        <vt:i4>0</vt:i4>
      </vt:variant>
      <vt:variant>
        <vt:i4>0</vt:i4>
      </vt:variant>
      <vt:variant>
        <vt:i4>5</vt:i4>
      </vt:variant>
      <vt:variant>
        <vt:lpwstr>mailto:presidencia@fanjyda.com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2010-09-07T11:17:00Z</cp:lastPrinted>
  <dcterms:created xsi:type="dcterms:W3CDTF">2021-08-19T11:00:00Z</dcterms:created>
  <dcterms:modified xsi:type="dcterms:W3CDTF">2021-08-19T11:00:00Z</dcterms:modified>
</cp:coreProperties>
</file>